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D7" w:rsidRDefault="00AD3693" w:rsidP="00AD3693">
      <w:pPr>
        <w:jc w:val="center"/>
        <w:rPr>
          <w:b/>
          <w:sz w:val="28"/>
          <w:u w:val="single"/>
        </w:rPr>
      </w:pPr>
      <w:r w:rsidRPr="00AD3693">
        <w:rPr>
          <w:b/>
          <w:sz w:val="28"/>
          <w:u w:val="single"/>
        </w:rPr>
        <w:t>I asked the dying man who could no longer see</w:t>
      </w:r>
    </w:p>
    <w:p w:rsidR="00AD3693" w:rsidRDefault="00AD3693" w:rsidP="00AD3693">
      <w:pPr>
        <w:rPr>
          <w:b/>
          <w:sz w:val="28"/>
          <w:u w:val="single"/>
        </w:rPr>
      </w:pPr>
    </w:p>
    <w:p w:rsidR="00AD3693" w:rsidRDefault="00AD3693" w:rsidP="005F260A">
      <w:pPr>
        <w:jc w:val="center"/>
        <w:rPr>
          <w:sz w:val="28"/>
        </w:rPr>
      </w:pPr>
      <w:r>
        <w:rPr>
          <w:sz w:val="28"/>
        </w:rPr>
        <w:t>I asked the dying man who could no longer see. “Now what is colour like?”</w:t>
      </w:r>
    </w:p>
    <w:p w:rsidR="00AD3693" w:rsidRDefault="00AD3693" w:rsidP="005F260A">
      <w:pPr>
        <w:jc w:val="center"/>
        <w:rPr>
          <w:sz w:val="28"/>
        </w:rPr>
      </w:pPr>
      <w:r>
        <w:rPr>
          <w:sz w:val="28"/>
        </w:rPr>
        <w:t>“Why Orange is as burning and stinging as an injecting wasp sting” he said;</w:t>
      </w:r>
    </w:p>
    <w:p w:rsidR="00AD3693" w:rsidRDefault="00AD3693" w:rsidP="005F260A">
      <w:pPr>
        <w:jc w:val="center"/>
        <w:rPr>
          <w:sz w:val="28"/>
        </w:rPr>
      </w:pPr>
      <w:r>
        <w:rPr>
          <w:sz w:val="28"/>
        </w:rPr>
        <w:t>“Glimmering coins dropping into the cash register”, “yes, that is gold;</w:t>
      </w:r>
    </w:p>
    <w:p w:rsidR="00AD3693" w:rsidRDefault="00AD3693" w:rsidP="005F260A">
      <w:pPr>
        <w:jc w:val="center"/>
        <w:rPr>
          <w:sz w:val="28"/>
        </w:rPr>
      </w:pPr>
      <w:r>
        <w:rPr>
          <w:sz w:val="28"/>
        </w:rPr>
        <w:t xml:space="preserve">“Oh and yes, black smells as </w:t>
      </w:r>
      <w:proofErr w:type="gramStart"/>
      <w:r>
        <w:rPr>
          <w:sz w:val="28"/>
        </w:rPr>
        <w:t>burning</w:t>
      </w:r>
      <w:proofErr w:type="gramEnd"/>
      <w:r>
        <w:rPr>
          <w:sz w:val="28"/>
        </w:rPr>
        <w:t xml:space="preserve"> as ash</w:t>
      </w:r>
      <w:r w:rsidR="005F260A">
        <w:rPr>
          <w:sz w:val="28"/>
        </w:rPr>
        <w:t xml:space="preserve"> falling from the burning house” said he;</w:t>
      </w:r>
    </w:p>
    <w:p w:rsidR="005F260A" w:rsidRDefault="005F260A" w:rsidP="005F260A">
      <w:pPr>
        <w:jc w:val="center"/>
        <w:rPr>
          <w:sz w:val="28"/>
        </w:rPr>
      </w:pPr>
      <w:r>
        <w:rPr>
          <w:sz w:val="28"/>
        </w:rPr>
        <w:t>“As well as pink tastes like that old cotton candy from the fair”</w:t>
      </w:r>
    </w:p>
    <w:p w:rsidR="005F260A" w:rsidRDefault="005F260A" w:rsidP="005F260A">
      <w:pPr>
        <w:jc w:val="center"/>
        <w:rPr>
          <w:sz w:val="28"/>
        </w:rPr>
      </w:pPr>
      <w:r>
        <w:rPr>
          <w:sz w:val="28"/>
        </w:rPr>
        <w:t>“And that unforgettable blue, that is the rush of the ocean”;</w:t>
      </w:r>
    </w:p>
    <w:p w:rsidR="005F260A" w:rsidRDefault="005F260A" w:rsidP="005F260A">
      <w:pPr>
        <w:jc w:val="center"/>
        <w:rPr>
          <w:sz w:val="28"/>
        </w:rPr>
      </w:pPr>
      <w:r>
        <w:rPr>
          <w:sz w:val="28"/>
        </w:rPr>
        <w:t>“Red feels like that frightening pain”</w:t>
      </w:r>
    </w:p>
    <w:p w:rsidR="005F260A" w:rsidRDefault="005F260A" w:rsidP="005F260A">
      <w:pPr>
        <w:jc w:val="center"/>
        <w:rPr>
          <w:sz w:val="28"/>
        </w:rPr>
      </w:pPr>
      <w:r>
        <w:rPr>
          <w:sz w:val="28"/>
        </w:rPr>
        <w:t>“</w:t>
      </w:r>
      <w:proofErr w:type="gramStart"/>
      <w:r>
        <w:rPr>
          <w:sz w:val="28"/>
        </w:rPr>
        <w:t>as</w:t>
      </w:r>
      <w:proofErr w:type="gramEnd"/>
      <w:r>
        <w:rPr>
          <w:sz w:val="28"/>
        </w:rPr>
        <w:t xml:space="preserve"> well as purple, oh that sounds  like my favourite colour”.</w:t>
      </w:r>
    </w:p>
    <w:p w:rsidR="005F260A" w:rsidRDefault="005F260A" w:rsidP="005F260A">
      <w:pPr>
        <w:jc w:val="center"/>
        <w:rPr>
          <w:sz w:val="28"/>
        </w:rPr>
      </w:pPr>
    </w:p>
    <w:p w:rsidR="005F260A" w:rsidRPr="00AD3693" w:rsidRDefault="005F260A" w:rsidP="005F260A">
      <w:pPr>
        <w:jc w:val="center"/>
        <w:rPr>
          <w:sz w:val="28"/>
        </w:rPr>
      </w:pPr>
      <w:r>
        <w:rPr>
          <w:sz w:val="28"/>
        </w:rPr>
        <w:t>By Cameron M</w:t>
      </w:r>
      <w:bookmarkStart w:id="0" w:name="_GoBack"/>
      <w:bookmarkEnd w:id="0"/>
    </w:p>
    <w:p w:rsidR="00AD3693" w:rsidRPr="00AD3693" w:rsidRDefault="00AD3693" w:rsidP="00AD3693">
      <w:pPr>
        <w:jc w:val="center"/>
        <w:rPr>
          <w:b/>
          <w:sz w:val="28"/>
          <w:u w:val="single"/>
        </w:rPr>
      </w:pPr>
    </w:p>
    <w:sectPr w:rsidR="00AD3693" w:rsidRPr="00AD36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693"/>
    <w:rsid w:val="005F260A"/>
    <w:rsid w:val="00AD3693"/>
    <w:rsid w:val="00F2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9132F258</Template>
  <TotalTime>19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2011-04-12T22:16:00Z</dcterms:created>
  <dcterms:modified xsi:type="dcterms:W3CDTF">2011-04-12T22:35:00Z</dcterms:modified>
</cp:coreProperties>
</file>